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79FED" w14:textId="6C0897AF" w:rsidR="000505BA" w:rsidRPr="00DF19FF" w:rsidRDefault="000505BA" w:rsidP="000505BA">
      <w:pPr>
        <w:rPr>
          <w:rFonts w:cs="Arial"/>
          <w:color w:val="000000"/>
          <w:sz w:val="22"/>
        </w:rPr>
      </w:pPr>
      <w:r>
        <w:rPr>
          <w:rFonts w:cs="Arial"/>
          <w:b/>
          <w:sz w:val="22"/>
        </w:rPr>
        <w:t>T</w:t>
      </w:r>
      <w:r w:rsidRPr="00DF19FF">
        <w:rPr>
          <w:rFonts w:cs="Arial"/>
          <w:b/>
          <w:sz w:val="22"/>
        </w:rPr>
        <w:t>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="008A5A55">
        <w:rPr>
          <w:rFonts w:cs="Arial"/>
          <w:color w:val="000000"/>
          <w:sz w:val="22"/>
        </w:rPr>
        <w:t>30</w:t>
      </w:r>
      <w:r w:rsidR="00152340">
        <w:rPr>
          <w:rFonts w:cs="Arial"/>
          <w:color w:val="000000"/>
          <w:sz w:val="22"/>
        </w:rPr>
        <w:t>.09</w:t>
      </w:r>
      <w:r w:rsidRPr="00316376">
        <w:rPr>
          <w:rFonts w:cs="Arial"/>
          <w:color w:val="000000"/>
          <w:sz w:val="22"/>
        </w:rPr>
        <w:t>.2025 nr JV-MAA-1/</w:t>
      </w:r>
      <w:r w:rsidR="00152340">
        <w:rPr>
          <w:rFonts w:cs="Arial"/>
          <w:color w:val="000000"/>
          <w:sz w:val="22"/>
        </w:rPr>
        <w:t>4</w:t>
      </w:r>
      <w:r w:rsidR="008A5A55">
        <w:rPr>
          <w:rFonts w:cs="Arial"/>
          <w:color w:val="000000"/>
          <w:sz w:val="22"/>
        </w:rPr>
        <w:t>517</w:t>
      </w:r>
    </w:p>
    <w:p w14:paraId="368F2702" w14:textId="77777777" w:rsidR="000505BA" w:rsidRDefault="000505BA" w:rsidP="000505BA">
      <w:pPr>
        <w:rPr>
          <w:rFonts w:cs="Arial"/>
          <w:color w:val="000000"/>
          <w:sz w:val="22"/>
        </w:rPr>
      </w:pPr>
      <w:hyperlink r:id="rId11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2CD83E63" w14:textId="77777777" w:rsidR="000505BA" w:rsidRPr="00DF19FF" w:rsidRDefault="000505BA" w:rsidP="000505BA">
      <w:pPr>
        <w:rPr>
          <w:rFonts w:cs="Arial"/>
          <w:color w:val="000000"/>
          <w:sz w:val="22"/>
        </w:rPr>
      </w:pPr>
    </w:p>
    <w:p w14:paraId="7EDE1A74" w14:textId="77777777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X="226" w:tblpY="1"/>
        <w:tblOverlap w:val="never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6124"/>
      </w:tblGrid>
      <w:tr w:rsidR="000505BA" w:rsidRPr="000B2E35" w14:paraId="5CF7D843" w14:textId="77777777" w:rsidTr="00D037E1">
        <w:trPr>
          <w:trHeight w:val="417"/>
        </w:trPr>
        <w:tc>
          <w:tcPr>
            <w:tcW w:w="3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966ED4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F2681F9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35507D2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019DF60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B9B48C9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5F43F181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4C94BB54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0E35AB7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2D1BBFC0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C97F51B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CA2CF50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505BA" w:rsidRPr="000B2E35" w14:paraId="2327E6D9" w14:textId="77777777" w:rsidTr="00D037E1">
        <w:trPr>
          <w:trHeight w:val="415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05A45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03D5A4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505BA" w:rsidRPr="000B2E35" w14:paraId="66DD67AE" w14:textId="77777777" w:rsidTr="00D037E1">
        <w:trPr>
          <w:trHeight w:val="272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FC675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9FD561C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505BA" w:rsidRPr="000B2E35" w14:paraId="78D715F3" w14:textId="77777777" w:rsidTr="00D037E1">
        <w:trPr>
          <w:trHeight w:val="421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F738C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60ACEE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tr w:rsidR="000505BA" w:rsidRPr="000B2E35" w14:paraId="1AF6F3F7" w14:textId="77777777" w:rsidTr="00D037E1">
        <w:trPr>
          <w:trHeight w:val="615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21644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CD2CCF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3F3CCFA6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505BA" w:rsidRPr="000B2E35" w14:paraId="23E447C7" w14:textId="77777777" w:rsidTr="00D037E1">
        <w:trPr>
          <w:trHeight w:val="94"/>
        </w:trPr>
        <w:tc>
          <w:tcPr>
            <w:tcW w:w="322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0EFA0A59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6BB3FA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505BA" w:rsidRPr="000B2E35" w14:paraId="514FD04C" w14:textId="77777777" w:rsidTr="00D037E1">
        <w:trPr>
          <w:trHeight w:val="93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07A25B7D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9C74BE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2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5F378EEA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71728471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505BA" w:rsidRPr="000B2E35" w14:paraId="4AFC0480" w14:textId="77777777" w:rsidTr="00D037E1">
        <w:trPr>
          <w:trHeight w:val="93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7DF6C727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12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F43114F" w14:textId="05AF3896" w:rsidR="000505BA" w:rsidRPr="000B2E35" w:rsidRDefault="000505BA" w:rsidP="00D037E1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Elektrivõrgu</w:t>
            </w:r>
            <w:r w:rsidR="008A5A5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rekonstrueerimine ja investeering</w:t>
            </w:r>
          </w:p>
        </w:tc>
      </w:tr>
      <w:tr w:rsidR="000505BA" w:rsidRPr="000B2E35" w14:paraId="4433B2A0" w14:textId="77777777" w:rsidTr="00D037E1">
        <w:trPr>
          <w:trHeight w:val="155"/>
        </w:trPr>
        <w:tc>
          <w:tcPr>
            <w:tcW w:w="32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14585A1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4573E" w14:textId="77777777" w:rsidR="000505BA" w:rsidRPr="000B2E35" w:rsidRDefault="000505BA" w:rsidP="00D037E1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505BA" w:rsidRPr="000B2E35" w14:paraId="1C1FBBD3" w14:textId="77777777" w:rsidTr="00D037E1">
        <w:trPr>
          <w:trHeight w:val="580"/>
        </w:trPr>
        <w:tc>
          <w:tcPr>
            <w:tcW w:w="3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587A72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35E247A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C601A62" w14:textId="77777777" w:rsidR="00091F39" w:rsidRPr="00091F39" w:rsidRDefault="00091F39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Projekti nimetus ja number :</w:t>
            </w:r>
          </w:p>
          <w:p w14:paraId="0BE2F00C" w14:textId="09B6B0DA" w:rsidR="000505BA" w:rsidRPr="000B2E35" w:rsidRDefault="008A5A55" w:rsidP="008A5A5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8A5A5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IP7028 „Rõngu-Valguta 15 </w:t>
            </w:r>
            <w:proofErr w:type="spellStart"/>
            <w:r w:rsidRPr="008A5A5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kV</w:t>
            </w:r>
            <w:proofErr w:type="spellEnd"/>
            <w:r w:rsidRPr="008A5A5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õhuliini rekonstrueerimine, Elva vald, Tartu maakond“.  </w:t>
            </w:r>
          </w:p>
        </w:tc>
      </w:tr>
      <w:tr w:rsidR="000505BA" w:rsidRPr="000B2E35" w14:paraId="70389172" w14:textId="77777777" w:rsidTr="00D037E1">
        <w:trPr>
          <w:trHeight w:val="580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561BA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F57F3EC" w14:textId="77777777" w:rsidR="008A5A55" w:rsidRDefault="00A67711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A6771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koostaja: </w:t>
            </w:r>
            <w:r w:rsidR="008A5A5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Tanel Heering</w:t>
            </w:r>
          </w:p>
          <w:p w14:paraId="293EFB39" w14:textId="0B147629" w:rsidR="000505BA" w:rsidRPr="000B2E35" w:rsidRDefault="008A5A55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Elefish</w:t>
            </w:r>
            <w:proofErr w:type="spellEnd"/>
            <w:r w:rsidR="0015234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OÜ</w:t>
            </w:r>
          </w:p>
        </w:tc>
      </w:tr>
      <w:tr w:rsidR="000505BA" w:rsidRPr="000B2E35" w14:paraId="7C575D97" w14:textId="77777777" w:rsidTr="00D037E1">
        <w:trPr>
          <w:trHeight w:val="580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0B727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8EF2D01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0A9E7767" w14:textId="427B4609" w:rsidR="000505BA" w:rsidRPr="000B2E35" w:rsidRDefault="008A5A55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8A5A5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03.09.2025  nr 7.1-2/25/14662-2</w:t>
            </w:r>
          </w:p>
        </w:tc>
      </w:tr>
      <w:tr w:rsidR="000505BA" w:rsidRPr="000B2E35" w14:paraId="5C928269" w14:textId="77777777" w:rsidTr="00D037E1">
        <w:trPr>
          <w:trHeight w:val="312"/>
        </w:trPr>
        <w:tc>
          <w:tcPr>
            <w:tcW w:w="3227" w:type="dxa"/>
            <w:vMerge w:val="restart"/>
          </w:tcPr>
          <w:p w14:paraId="3EAE6C62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4480AF43" w14:textId="77777777" w:rsidR="000505BA" w:rsidRPr="008342C4" w:rsidRDefault="000505BA" w:rsidP="00D037E1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17D07801" w14:textId="77777777" w:rsidR="000505BA" w:rsidRPr="008342C4" w:rsidRDefault="000505BA" w:rsidP="00D037E1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33988FF6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ED7A2C9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18CF1BB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7225E64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0A0B79B" w14:textId="77777777" w:rsidR="00C91854" w:rsidRDefault="00C91854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C8BD26F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B14B754" w14:textId="77777777" w:rsidR="000505BA" w:rsidRDefault="000505BA" w:rsidP="00D037E1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4C9E489" w14:textId="77777777" w:rsidR="000505BA" w:rsidRPr="008342C4" w:rsidRDefault="000505BA" w:rsidP="00D037E1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bottom w:val="single" w:sz="4" w:space="0" w:color="000000"/>
            </w:tcBorders>
            <w:hideMark/>
          </w:tcPr>
          <w:p w14:paraId="696A62D3" w14:textId="76577290" w:rsidR="00C473E5" w:rsidRDefault="000505BA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t xml:space="preserve">Riigitee nr. </w:t>
            </w:r>
            <w:r w:rsidR="008A5A55">
              <w:rPr>
                <w:rFonts w:ascii="Times New Roman" w:hAnsi="Times New Roman"/>
                <w:b/>
                <w:lang w:val="et-EE"/>
              </w:rPr>
              <w:t>22174 Valguta-</w:t>
            </w:r>
            <w:proofErr w:type="spellStart"/>
            <w:r w:rsidR="008A5A55">
              <w:rPr>
                <w:rFonts w:ascii="Times New Roman" w:hAnsi="Times New Roman"/>
                <w:b/>
                <w:lang w:val="et-EE"/>
              </w:rPr>
              <w:t>Koruste</w:t>
            </w:r>
            <w:proofErr w:type="spellEnd"/>
            <w:r w:rsidR="00691B39" w:rsidRPr="00691B39">
              <w:rPr>
                <w:rFonts w:ascii="Times New Roman" w:hAnsi="Times New Roman"/>
                <w:b/>
                <w:lang w:val="et-EE"/>
              </w:rPr>
              <w:t xml:space="preserve"> tee</w:t>
            </w:r>
          </w:p>
          <w:p w14:paraId="60513F7F" w14:textId="315E1A49" w:rsidR="000505BA" w:rsidRPr="008F0BAD" w:rsidRDefault="000505BA" w:rsidP="00D037E1">
            <w:pPr>
              <w:rPr>
                <w:rFonts w:ascii="Times New Roman" w:hAnsi="Times New Roman"/>
                <w:b/>
                <w:lang w:val="et-EE"/>
              </w:rPr>
            </w:pPr>
          </w:p>
          <w:p w14:paraId="27FDE246" w14:textId="77777777" w:rsidR="000505BA" w:rsidRDefault="000505BA" w:rsidP="00D037E1">
            <w:pPr>
              <w:jc w:val="both"/>
              <w:rPr>
                <w:rFonts w:ascii="Times New Roman" w:hAnsi="Times New Roman"/>
                <w:b/>
                <w:lang w:val="et-EE"/>
              </w:rPr>
            </w:pPr>
          </w:p>
          <w:p w14:paraId="51DE69ED" w14:textId="77777777" w:rsidR="000505BA" w:rsidRPr="008E5621" w:rsidRDefault="000505BA" w:rsidP="00D037E1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0505BA" w:rsidRPr="000B2E35" w14:paraId="393CBA14" w14:textId="77777777" w:rsidTr="00D037E1">
        <w:trPr>
          <w:trHeight w:val="415"/>
        </w:trPr>
        <w:tc>
          <w:tcPr>
            <w:tcW w:w="3227" w:type="dxa"/>
            <w:vMerge/>
            <w:tcBorders>
              <w:bottom w:val="single" w:sz="4" w:space="0" w:color="000000"/>
            </w:tcBorders>
            <w:hideMark/>
          </w:tcPr>
          <w:p w14:paraId="7BA1E3C3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52C62D01" w14:textId="1862D06E" w:rsidR="00B72E9F" w:rsidRP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Tunnus:</w:t>
            </w:r>
            <w:r w:rsidR="008A5A55">
              <w:rPr>
                <w:rFonts w:ascii="Times New Roman" w:hAnsi="Times New Roman"/>
                <w:bCs/>
                <w:lang w:val="et-EE"/>
              </w:rPr>
              <w:t>69401:004:0017</w:t>
            </w:r>
          </w:p>
          <w:p w14:paraId="17B972FB" w14:textId="653ACA37" w:rsidR="00B72E9F" w:rsidRP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8A5A55">
              <w:rPr>
                <w:rFonts w:ascii="Times New Roman" w:hAnsi="Times New Roman"/>
                <w:bCs/>
                <w:lang w:val="et-EE"/>
              </w:rPr>
              <w:t>5499750</w:t>
            </w:r>
          </w:p>
          <w:p w14:paraId="621A3798" w14:textId="042E2D0C" w:rsidR="003D28C5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8A5A55">
              <w:rPr>
                <w:rFonts w:ascii="Times New Roman" w:hAnsi="Times New Roman"/>
                <w:bCs/>
                <w:lang w:val="et-EE"/>
              </w:rPr>
              <w:t>22174 Valguta-</w:t>
            </w:r>
            <w:proofErr w:type="spellStart"/>
            <w:r w:rsidR="008A5A55">
              <w:rPr>
                <w:rFonts w:ascii="Times New Roman" w:hAnsi="Times New Roman"/>
                <w:bCs/>
                <w:lang w:val="et-EE"/>
              </w:rPr>
              <w:t>Koruste</w:t>
            </w:r>
            <w:proofErr w:type="spellEnd"/>
            <w:r w:rsidR="00691B39" w:rsidRPr="00691B39">
              <w:rPr>
                <w:rFonts w:ascii="Times New Roman" w:hAnsi="Times New Roman"/>
                <w:bCs/>
                <w:lang w:val="et-EE"/>
              </w:rPr>
              <w:t xml:space="preserve"> tee</w:t>
            </w:r>
          </w:p>
          <w:p w14:paraId="0DA14518" w14:textId="739709DE" w:rsid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Riigi kinnisvara objekti kood: </w:t>
            </w:r>
            <w:r w:rsidR="00691B39" w:rsidRPr="00691B39">
              <w:rPr>
                <w:rFonts w:ascii="Times New Roman" w:hAnsi="Times New Roman"/>
                <w:bCs/>
                <w:lang w:val="et-EE"/>
              </w:rPr>
              <w:t>KV</w:t>
            </w:r>
            <w:r w:rsidR="008A5A55">
              <w:rPr>
                <w:rFonts w:ascii="Times New Roman" w:hAnsi="Times New Roman"/>
                <w:bCs/>
                <w:lang w:val="et-EE"/>
              </w:rPr>
              <w:t>67222</w:t>
            </w:r>
          </w:p>
          <w:p w14:paraId="7EE45F5D" w14:textId="639A5366" w:rsidR="00B72E9F" w:rsidRP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POS </w:t>
            </w:r>
            <w:r w:rsidR="00152340">
              <w:rPr>
                <w:rFonts w:ascii="Times New Roman" w:hAnsi="Times New Roman"/>
                <w:bCs/>
                <w:lang w:val="et-EE"/>
              </w:rPr>
              <w:t>1</w:t>
            </w:r>
            <w:r w:rsidRPr="00B72E9F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5E3DADD3" w14:textId="530C8A39" w:rsidR="003D28C5" w:rsidRDefault="00B72E9F" w:rsidP="003D28C5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Ruumikuju andmed: </w:t>
            </w:r>
            <w:r w:rsidR="003D28C5">
              <w:rPr>
                <w:rFonts w:ascii="Times New Roman" w:hAnsi="Times New Roman"/>
                <w:bCs/>
                <w:lang w:val="et-EE"/>
              </w:rPr>
              <w:t xml:space="preserve">POS 1 ruumikuju </w:t>
            </w:r>
            <w:r w:rsidR="008A5A55">
              <w:rPr>
                <w:rFonts w:ascii="Times New Roman" w:hAnsi="Times New Roman"/>
                <w:bCs/>
                <w:lang w:val="et-EE"/>
              </w:rPr>
              <w:t>981082</w:t>
            </w:r>
          </w:p>
          <w:p w14:paraId="28F0A770" w14:textId="5F456872" w:rsidR="005E3CE1" w:rsidRDefault="008A5A55" w:rsidP="003D28C5">
            <w:pPr>
              <w:rPr>
                <w:rFonts w:ascii="Times New Roman" w:hAnsi="Times New Roman"/>
                <w:bCs/>
                <w:lang w:val="et-EE"/>
              </w:rPr>
            </w:pPr>
            <w:hyperlink r:id="rId13" w:history="1">
              <w:r w:rsidRPr="007F77B2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https://pari.kataster.ee/magic-link/aa933f6b-40b4-40ac-a0f4-1d2fbe4351fa</w:t>
              </w:r>
            </w:hyperlink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</w:p>
          <w:p w14:paraId="1255E221" w14:textId="77777777" w:rsidR="003D28C5" w:rsidRDefault="003D28C5" w:rsidP="003D28C5">
            <w:pPr>
              <w:rPr>
                <w:rFonts w:ascii="Times New Roman" w:hAnsi="Times New Roman"/>
                <w:bCs/>
                <w:lang w:val="et-EE"/>
              </w:rPr>
            </w:pPr>
          </w:p>
          <w:p w14:paraId="1292C15E" w14:textId="77777777" w:rsidR="003D28C5" w:rsidRPr="000B2E35" w:rsidRDefault="003D28C5" w:rsidP="003D28C5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  <w:p w14:paraId="1EDDACD9" w14:textId="270CAE03" w:rsidR="00152340" w:rsidRPr="000B2E35" w:rsidRDefault="00152340" w:rsidP="00152340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</w:tbl>
    <w:p w14:paraId="5EEDDCEA" w14:textId="0D164A62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tbl>
      <w:tblPr>
        <w:tblpPr w:leftFromText="180" w:rightFromText="180" w:vertAnchor="text" w:tblpX="137" w:tblpY="1"/>
        <w:tblOverlap w:val="never"/>
        <w:tblW w:w="9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32"/>
        <w:gridCol w:w="6082"/>
      </w:tblGrid>
      <w:tr w:rsidR="00963490" w:rsidRPr="00963490" w14:paraId="6EF6D705" w14:textId="77777777" w:rsidTr="00901D9F">
        <w:trPr>
          <w:trHeight w:val="453"/>
        </w:trPr>
        <w:tc>
          <w:tcPr>
            <w:tcW w:w="3232" w:type="dxa"/>
            <w:tcBorders>
              <w:top w:val="single" w:sz="4" w:space="0" w:color="auto"/>
              <w:bottom w:val="single" w:sz="4" w:space="0" w:color="000000"/>
            </w:tcBorders>
          </w:tcPr>
          <w:p w14:paraId="584186F2" w14:textId="77777777" w:rsidR="00963490" w:rsidRPr="00963490" w:rsidRDefault="00963490" w:rsidP="00901D9F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lastRenderedPageBreak/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64E2E1A1" w14:textId="77777777" w:rsidR="00963490" w:rsidRPr="00963490" w:rsidRDefault="00963490" w:rsidP="00901D9F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Elektrilevi OÜ</w:t>
            </w:r>
          </w:p>
        </w:tc>
      </w:tr>
      <w:tr w:rsidR="00963490" w:rsidRPr="00963490" w14:paraId="3D8FD5E2" w14:textId="77777777" w:rsidTr="00901D9F">
        <w:trPr>
          <w:trHeight w:val="453"/>
        </w:trPr>
        <w:tc>
          <w:tcPr>
            <w:tcW w:w="3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3CC7C" w14:textId="77777777" w:rsidR="00963490" w:rsidRPr="00963490" w:rsidRDefault="00963490" w:rsidP="00901D9F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E879A7" w14:textId="77777777" w:rsidR="00963490" w:rsidRPr="00963490" w:rsidRDefault="00963490" w:rsidP="00901D9F">
            <w:pPr>
              <w:spacing w:after="200"/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plaan/-id ja kooskõlastus</w:t>
            </w:r>
          </w:p>
        </w:tc>
      </w:tr>
    </w:tbl>
    <w:p w14:paraId="2A8BF9DA" w14:textId="77777777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3D2E9533" w14:textId="4A9F292B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963490">
        <w:rPr>
          <w:rFonts w:ascii="Times New Roman" w:eastAsia="Calibri" w:hAnsi="Times New Roman"/>
          <w:sz w:val="22"/>
          <w:szCs w:val="22"/>
          <w:lang w:val="et-EE"/>
        </w:rPr>
        <w:t>Lugupidamisega Ulvi Männama</w:t>
      </w:r>
    </w:p>
    <w:p w14:paraId="6640DDE3" w14:textId="56FCD971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(allkirjastatud digitaalselt)</w:t>
      </w:r>
    </w:p>
    <w:p w14:paraId="041D53FB" w14:textId="5D700EA2" w:rsidR="007127AD" w:rsidRPr="007127AD" w:rsidRDefault="00450D04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m</w:t>
      </w:r>
      <w:r w:rsidR="007127AD" w:rsidRPr="007127AD">
        <w:rPr>
          <w:rFonts w:ascii="Times New Roman" w:eastAsia="Calibri" w:hAnsi="Times New Roman"/>
          <w:sz w:val="22"/>
          <w:szCs w:val="22"/>
          <w:lang w:val="et-EE"/>
        </w:rPr>
        <w:t>aaõiguse vanemspetsialist</w:t>
      </w:r>
    </w:p>
    <w:p w14:paraId="6BDF560C" w14:textId="5D7D8F75" w:rsidR="000505BA" w:rsidRDefault="007127AD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Elektrilevi OÜ volitatud esindaja volikirja alusel.</w:t>
      </w:r>
    </w:p>
    <w:sectPr w:rsidR="000505BA" w:rsidSect="008407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6386D" w14:textId="77777777" w:rsidR="00145098" w:rsidRDefault="00145098">
      <w:r>
        <w:separator/>
      </w:r>
    </w:p>
  </w:endnote>
  <w:endnote w:type="continuationSeparator" w:id="0">
    <w:p w14:paraId="0ED9C467" w14:textId="77777777" w:rsidR="00145098" w:rsidRDefault="00145098">
      <w:r>
        <w:continuationSeparator/>
      </w:r>
    </w:p>
  </w:endnote>
  <w:endnote w:type="continuationNotice" w:id="1">
    <w:p w14:paraId="4ACF4720" w14:textId="77777777" w:rsidR="00145098" w:rsidRDefault="001450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72F1B" w14:textId="77777777" w:rsidR="00145098" w:rsidRDefault="00145098">
      <w:r>
        <w:separator/>
      </w:r>
    </w:p>
  </w:footnote>
  <w:footnote w:type="continuationSeparator" w:id="0">
    <w:p w14:paraId="3833BB61" w14:textId="77777777" w:rsidR="00145098" w:rsidRDefault="00145098">
      <w:r>
        <w:continuationSeparator/>
      </w:r>
    </w:p>
  </w:footnote>
  <w:footnote w:type="continuationNotice" w:id="1">
    <w:p w14:paraId="5B841962" w14:textId="77777777" w:rsidR="00145098" w:rsidRDefault="001450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F6FFA"/>
    <w:multiLevelType w:val="hybridMultilevel"/>
    <w:tmpl w:val="8F624A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19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6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8"/>
  </w:num>
  <w:num w:numId="30" w16cid:durableId="1629121418">
    <w:abstractNumId w:val="17"/>
  </w:num>
  <w:num w:numId="31" w16cid:durableId="1337686878">
    <w:abstractNumId w:val="12"/>
  </w:num>
  <w:num w:numId="32" w16cid:durableId="6323739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31675"/>
    <w:rsid w:val="00046344"/>
    <w:rsid w:val="000505BA"/>
    <w:rsid w:val="00077A84"/>
    <w:rsid w:val="00091F39"/>
    <w:rsid w:val="000B417F"/>
    <w:rsid w:val="000B4850"/>
    <w:rsid w:val="000B57BA"/>
    <w:rsid w:val="000F3E27"/>
    <w:rsid w:val="00103444"/>
    <w:rsid w:val="00111A7D"/>
    <w:rsid w:val="00121CC4"/>
    <w:rsid w:val="0013797F"/>
    <w:rsid w:val="00145098"/>
    <w:rsid w:val="00146F8F"/>
    <w:rsid w:val="00152340"/>
    <w:rsid w:val="00162108"/>
    <w:rsid w:val="00164D58"/>
    <w:rsid w:val="00176B5D"/>
    <w:rsid w:val="001871B2"/>
    <w:rsid w:val="0019253D"/>
    <w:rsid w:val="00194EE7"/>
    <w:rsid w:val="001B2F68"/>
    <w:rsid w:val="001B46D4"/>
    <w:rsid w:val="001D14EF"/>
    <w:rsid w:val="001E0921"/>
    <w:rsid w:val="001E09C8"/>
    <w:rsid w:val="002002F0"/>
    <w:rsid w:val="0021186E"/>
    <w:rsid w:val="00211A00"/>
    <w:rsid w:val="00215382"/>
    <w:rsid w:val="00224FB1"/>
    <w:rsid w:val="00225172"/>
    <w:rsid w:val="00227EE8"/>
    <w:rsid w:val="002401E8"/>
    <w:rsid w:val="0024234A"/>
    <w:rsid w:val="0026172F"/>
    <w:rsid w:val="002641F5"/>
    <w:rsid w:val="002726A3"/>
    <w:rsid w:val="002732AA"/>
    <w:rsid w:val="002935BE"/>
    <w:rsid w:val="002A1036"/>
    <w:rsid w:val="002A18A4"/>
    <w:rsid w:val="002A2B20"/>
    <w:rsid w:val="002B3952"/>
    <w:rsid w:val="002B43F1"/>
    <w:rsid w:val="002C22A3"/>
    <w:rsid w:val="002D4D27"/>
    <w:rsid w:val="002D6251"/>
    <w:rsid w:val="002E0EF7"/>
    <w:rsid w:val="002F07BC"/>
    <w:rsid w:val="00300E09"/>
    <w:rsid w:val="003073D3"/>
    <w:rsid w:val="003127FB"/>
    <w:rsid w:val="00316376"/>
    <w:rsid w:val="0033388C"/>
    <w:rsid w:val="00335CBC"/>
    <w:rsid w:val="00344245"/>
    <w:rsid w:val="003467AE"/>
    <w:rsid w:val="00352EA9"/>
    <w:rsid w:val="003551E2"/>
    <w:rsid w:val="00357C22"/>
    <w:rsid w:val="00364590"/>
    <w:rsid w:val="00365F2B"/>
    <w:rsid w:val="00381AE8"/>
    <w:rsid w:val="00382D66"/>
    <w:rsid w:val="003A0ECE"/>
    <w:rsid w:val="003B5885"/>
    <w:rsid w:val="003B6F35"/>
    <w:rsid w:val="003D28C5"/>
    <w:rsid w:val="003D782C"/>
    <w:rsid w:val="003E2D1A"/>
    <w:rsid w:val="003F5996"/>
    <w:rsid w:val="00402D9D"/>
    <w:rsid w:val="004170C1"/>
    <w:rsid w:val="00430FA1"/>
    <w:rsid w:val="00450D04"/>
    <w:rsid w:val="00470107"/>
    <w:rsid w:val="00491AD7"/>
    <w:rsid w:val="0049396A"/>
    <w:rsid w:val="004D1D70"/>
    <w:rsid w:val="004E5DD5"/>
    <w:rsid w:val="0050379B"/>
    <w:rsid w:val="00532D2F"/>
    <w:rsid w:val="005525F7"/>
    <w:rsid w:val="00560B29"/>
    <w:rsid w:val="005623AF"/>
    <w:rsid w:val="00581E38"/>
    <w:rsid w:val="00582590"/>
    <w:rsid w:val="00585B08"/>
    <w:rsid w:val="005A217D"/>
    <w:rsid w:val="005A710F"/>
    <w:rsid w:val="005B1449"/>
    <w:rsid w:val="005B1C18"/>
    <w:rsid w:val="005C1966"/>
    <w:rsid w:val="005C24D9"/>
    <w:rsid w:val="005C4230"/>
    <w:rsid w:val="005E3618"/>
    <w:rsid w:val="005E3CE1"/>
    <w:rsid w:val="00605B27"/>
    <w:rsid w:val="00615EB0"/>
    <w:rsid w:val="00623DF9"/>
    <w:rsid w:val="00625192"/>
    <w:rsid w:val="0062642C"/>
    <w:rsid w:val="00627953"/>
    <w:rsid w:val="0063780B"/>
    <w:rsid w:val="00643BDB"/>
    <w:rsid w:val="0064619A"/>
    <w:rsid w:val="006466E4"/>
    <w:rsid w:val="00657B6F"/>
    <w:rsid w:val="0066463C"/>
    <w:rsid w:val="006736DE"/>
    <w:rsid w:val="00675C6D"/>
    <w:rsid w:val="00691B39"/>
    <w:rsid w:val="006A27A9"/>
    <w:rsid w:val="006B1DBC"/>
    <w:rsid w:val="006B28B7"/>
    <w:rsid w:val="006B5553"/>
    <w:rsid w:val="006B79A8"/>
    <w:rsid w:val="006C1103"/>
    <w:rsid w:val="006C2F2C"/>
    <w:rsid w:val="006E063D"/>
    <w:rsid w:val="006E49AA"/>
    <w:rsid w:val="006F595A"/>
    <w:rsid w:val="00704301"/>
    <w:rsid w:val="0070500B"/>
    <w:rsid w:val="007127AD"/>
    <w:rsid w:val="00750008"/>
    <w:rsid w:val="00755DE3"/>
    <w:rsid w:val="00765D62"/>
    <w:rsid w:val="0077377F"/>
    <w:rsid w:val="00780FCA"/>
    <w:rsid w:val="007816BC"/>
    <w:rsid w:val="00782839"/>
    <w:rsid w:val="007870BE"/>
    <w:rsid w:val="0079645A"/>
    <w:rsid w:val="007C6F7A"/>
    <w:rsid w:val="007F2810"/>
    <w:rsid w:val="00812A56"/>
    <w:rsid w:val="00820D09"/>
    <w:rsid w:val="0082604D"/>
    <w:rsid w:val="00827163"/>
    <w:rsid w:val="0083430B"/>
    <w:rsid w:val="00834E7B"/>
    <w:rsid w:val="00840780"/>
    <w:rsid w:val="00860269"/>
    <w:rsid w:val="0086205E"/>
    <w:rsid w:val="008753E8"/>
    <w:rsid w:val="008759E3"/>
    <w:rsid w:val="00886F46"/>
    <w:rsid w:val="00896568"/>
    <w:rsid w:val="008A5A55"/>
    <w:rsid w:val="008B0407"/>
    <w:rsid w:val="008C4DA3"/>
    <w:rsid w:val="008C5B01"/>
    <w:rsid w:val="008D2D2A"/>
    <w:rsid w:val="008D3667"/>
    <w:rsid w:val="008D74B5"/>
    <w:rsid w:val="008F279F"/>
    <w:rsid w:val="008F2A05"/>
    <w:rsid w:val="008F47F1"/>
    <w:rsid w:val="00901D9F"/>
    <w:rsid w:val="0091258F"/>
    <w:rsid w:val="00912BDF"/>
    <w:rsid w:val="009303BE"/>
    <w:rsid w:val="00930BE5"/>
    <w:rsid w:val="00950164"/>
    <w:rsid w:val="00962A66"/>
    <w:rsid w:val="00963440"/>
    <w:rsid w:val="00963490"/>
    <w:rsid w:val="00992B14"/>
    <w:rsid w:val="009A0457"/>
    <w:rsid w:val="009A6455"/>
    <w:rsid w:val="009B2A88"/>
    <w:rsid w:val="009D38F3"/>
    <w:rsid w:val="009D6ED0"/>
    <w:rsid w:val="009E181A"/>
    <w:rsid w:val="00A17E2A"/>
    <w:rsid w:val="00A27416"/>
    <w:rsid w:val="00A33A60"/>
    <w:rsid w:val="00A43A3D"/>
    <w:rsid w:val="00A649D1"/>
    <w:rsid w:val="00A65739"/>
    <w:rsid w:val="00A67711"/>
    <w:rsid w:val="00A8345B"/>
    <w:rsid w:val="00A837AB"/>
    <w:rsid w:val="00A852F1"/>
    <w:rsid w:val="00AA344D"/>
    <w:rsid w:val="00AE1639"/>
    <w:rsid w:val="00AE6B50"/>
    <w:rsid w:val="00AE7ACB"/>
    <w:rsid w:val="00AF6389"/>
    <w:rsid w:val="00B05AE2"/>
    <w:rsid w:val="00B33B98"/>
    <w:rsid w:val="00B4021D"/>
    <w:rsid w:val="00B61872"/>
    <w:rsid w:val="00B72E9F"/>
    <w:rsid w:val="00B845CE"/>
    <w:rsid w:val="00B91B48"/>
    <w:rsid w:val="00BA3B23"/>
    <w:rsid w:val="00BA66A4"/>
    <w:rsid w:val="00BA75D5"/>
    <w:rsid w:val="00BD14A4"/>
    <w:rsid w:val="00BD5808"/>
    <w:rsid w:val="00BD7439"/>
    <w:rsid w:val="00BF0E4C"/>
    <w:rsid w:val="00BF4038"/>
    <w:rsid w:val="00C0020C"/>
    <w:rsid w:val="00C12E95"/>
    <w:rsid w:val="00C14ACD"/>
    <w:rsid w:val="00C34030"/>
    <w:rsid w:val="00C3645D"/>
    <w:rsid w:val="00C473E5"/>
    <w:rsid w:val="00C526F5"/>
    <w:rsid w:val="00C53640"/>
    <w:rsid w:val="00C712AC"/>
    <w:rsid w:val="00C86912"/>
    <w:rsid w:val="00C86C12"/>
    <w:rsid w:val="00C86E8D"/>
    <w:rsid w:val="00C91854"/>
    <w:rsid w:val="00C95ABD"/>
    <w:rsid w:val="00C966E8"/>
    <w:rsid w:val="00CA45BC"/>
    <w:rsid w:val="00CA4C43"/>
    <w:rsid w:val="00CB0FEA"/>
    <w:rsid w:val="00CB31D7"/>
    <w:rsid w:val="00CE4916"/>
    <w:rsid w:val="00CE5616"/>
    <w:rsid w:val="00CE6E1D"/>
    <w:rsid w:val="00CF2630"/>
    <w:rsid w:val="00CF5F86"/>
    <w:rsid w:val="00D00B63"/>
    <w:rsid w:val="00D0223D"/>
    <w:rsid w:val="00D037E1"/>
    <w:rsid w:val="00D100C4"/>
    <w:rsid w:val="00D14728"/>
    <w:rsid w:val="00D25D80"/>
    <w:rsid w:val="00D30B1A"/>
    <w:rsid w:val="00D343E0"/>
    <w:rsid w:val="00D4458D"/>
    <w:rsid w:val="00D77FE1"/>
    <w:rsid w:val="00D8006E"/>
    <w:rsid w:val="00D879EE"/>
    <w:rsid w:val="00D902BD"/>
    <w:rsid w:val="00DB14F4"/>
    <w:rsid w:val="00DB17D9"/>
    <w:rsid w:val="00DB742D"/>
    <w:rsid w:val="00DC25F8"/>
    <w:rsid w:val="00DF283A"/>
    <w:rsid w:val="00DF2D6D"/>
    <w:rsid w:val="00DF3E13"/>
    <w:rsid w:val="00E0231B"/>
    <w:rsid w:val="00E2366F"/>
    <w:rsid w:val="00E23C4F"/>
    <w:rsid w:val="00E27A09"/>
    <w:rsid w:val="00E366A1"/>
    <w:rsid w:val="00E3783E"/>
    <w:rsid w:val="00E42373"/>
    <w:rsid w:val="00E43B45"/>
    <w:rsid w:val="00E47970"/>
    <w:rsid w:val="00E6200E"/>
    <w:rsid w:val="00E716D7"/>
    <w:rsid w:val="00E9115C"/>
    <w:rsid w:val="00EB5167"/>
    <w:rsid w:val="00EB79F8"/>
    <w:rsid w:val="00EB7E1A"/>
    <w:rsid w:val="00EC15EB"/>
    <w:rsid w:val="00EC6F44"/>
    <w:rsid w:val="00ED0222"/>
    <w:rsid w:val="00ED26F8"/>
    <w:rsid w:val="00EF0689"/>
    <w:rsid w:val="00F05A6A"/>
    <w:rsid w:val="00F30F4E"/>
    <w:rsid w:val="00F400F4"/>
    <w:rsid w:val="00F50474"/>
    <w:rsid w:val="00F629CC"/>
    <w:rsid w:val="00F67A7C"/>
    <w:rsid w:val="00F75059"/>
    <w:rsid w:val="00F8649D"/>
    <w:rsid w:val="00F87519"/>
    <w:rsid w:val="00F94E63"/>
    <w:rsid w:val="00F9746F"/>
    <w:rsid w:val="00FA13F3"/>
    <w:rsid w:val="00FA395B"/>
    <w:rsid w:val="00FC0064"/>
    <w:rsid w:val="00FD2413"/>
    <w:rsid w:val="00FD6116"/>
    <w:rsid w:val="00FE25F5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aa933f6b-40b4-40ac-a0f4-1d2fbe4351fa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ulvi.mannama@elektrilevi.e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2.xml><?xml version="1.0" encoding="utf-8"?>
<ds:datastoreItem xmlns:ds="http://schemas.openxmlformats.org/officeDocument/2006/customXml" ds:itemID="{6FA57D08-5174-4BAB-A971-8C95B17CB3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5</TotalTime>
  <Pages>2</Pages>
  <Words>265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2</cp:revision>
  <cp:lastPrinted>2025-04-15T10:05:00Z</cp:lastPrinted>
  <dcterms:created xsi:type="dcterms:W3CDTF">2025-09-30T11:49:00Z</dcterms:created>
  <dcterms:modified xsi:type="dcterms:W3CDTF">2025-09-30T11:49:00Z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